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54"/>
        <w:gridCol w:w="88"/>
        <w:gridCol w:w="1276"/>
        <w:gridCol w:w="403"/>
        <w:gridCol w:w="873"/>
        <w:gridCol w:w="1842"/>
      </w:tblGrid>
      <w:tr w:rsidR="00803416" w:rsidTr="00D46C06">
        <w:trPr>
          <w:cantSplit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803416" w:rsidRDefault="00803416" w:rsidP="003F7BC0">
            <w:pPr>
              <w:ind w:left="3020"/>
              <w:rPr>
                <w:sz w:val="20"/>
                <w:szCs w:val="20"/>
              </w:rPr>
            </w:pPr>
          </w:p>
        </w:tc>
        <w:tc>
          <w:tcPr>
            <w:tcW w:w="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416" w:rsidRDefault="00803416" w:rsidP="00BB5C73">
            <w:pPr>
              <w:jc w:val="center"/>
              <w:rPr>
                <w:szCs w:val="28"/>
              </w:rPr>
            </w:pPr>
          </w:p>
        </w:tc>
        <w:tc>
          <w:tcPr>
            <w:tcW w:w="44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416" w:rsidRPr="00803416" w:rsidRDefault="00193C25" w:rsidP="008034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ПРИЛОЖЕНИЕ № 3</w:t>
            </w:r>
          </w:p>
          <w:p w:rsidR="00803416" w:rsidRPr="00803416" w:rsidRDefault="00803416" w:rsidP="00803416">
            <w:pPr>
              <w:jc w:val="center"/>
              <w:rPr>
                <w:szCs w:val="28"/>
              </w:rPr>
            </w:pPr>
            <w:r w:rsidRPr="00803416">
              <w:rPr>
                <w:szCs w:val="28"/>
              </w:rPr>
              <w:t>к решению Думы</w:t>
            </w:r>
          </w:p>
          <w:p w:rsidR="00803416" w:rsidRDefault="00803416" w:rsidP="00D46C06">
            <w:pPr>
              <w:jc w:val="center"/>
              <w:rPr>
                <w:szCs w:val="28"/>
              </w:rPr>
            </w:pPr>
            <w:r w:rsidRPr="00803416">
              <w:rPr>
                <w:szCs w:val="28"/>
              </w:rPr>
              <w:t xml:space="preserve">муниципального образования                                                   город-курорт Геленджик                                                            от </w:t>
            </w:r>
            <w:r w:rsidR="00D46C06">
              <w:rPr>
                <w:szCs w:val="28"/>
              </w:rPr>
              <w:t>25 сентября 2020 года</w:t>
            </w:r>
            <w:r w:rsidRPr="00803416">
              <w:rPr>
                <w:szCs w:val="28"/>
              </w:rPr>
              <w:t xml:space="preserve"> № </w:t>
            </w:r>
            <w:r w:rsidR="00D46C06">
              <w:rPr>
                <w:szCs w:val="28"/>
              </w:rPr>
              <w:t>278</w:t>
            </w:r>
          </w:p>
        </w:tc>
      </w:tr>
      <w:tr w:rsidR="00803416" w:rsidTr="00D46C06">
        <w:trPr>
          <w:cantSplit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803416" w:rsidRDefault="00803416" w:rsidP="003F7BC0">
            <w:pPr>
              <w:ind w:left="3020"/>
              <w:rPr>
                <w:sz w:val="20"/>
                <w:szCs w:val="20"/>
              </w:rPr>
            </w:pPr>
          </w:p>
        </w:tc>
        <w:tc>
          <w:tcPr>
            <w:tcW w:w="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416" w:rsidRDefault="00803416" w:rsidP="00BB5C73">
            <w:pPr>
              <w:jc w:val="center"/>
              <w:rPr>
                <w:szCs w:val="28"/>
              </w:rPr>
            </w:pPr>
          </w:p>
        </w:tc>
        <w:tc>
          <w:tcPr>
            <w:tcW w:w="44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416" w:rsidRDefault="00803416" w:rsidP="00BB5C73">
            <w:pPr>
              <w:rPr>
                <w:szCs w:val="28"/>
              </w:rPr>
            </w:pPr>
          </w:p>
        </w:tc>
      </w:tr>
      <w:tr w:rsidR="00803416" w:rsidTr="00D46C06">
        <w:trPr>
          <w:cantSplit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803416" w:rsidRDefault="00803416" w:rsidP="003F7BC0">
            <w:pPr>
              <w:ind w:left="3020"/>
              <w:rPr>
                <w:sz w:val="20"/>
                <w:szCs w:val="20"/>
              </w:rPr>
            </w:pPr>
          </w:p>
        </w:tc>
        <w:tc>
          <w:tcPr>
            <w:tcW w:w="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416" w:rsidRDefault="00803416" w:rsidP="00BB5C73">
            <w:pPr>
              <w:jc w:val="center"/>
              <w:rPr>
                <w:szCs w:val="28"/>
              </w:rPr>
            </w:pPr>
          </w:p>
        </w:tc>
        <w:tc>
          <w:tcPr>
            <w:tcW w:w="44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416" w:rsidRDefault="00803416" w:rsidP="00BB5C73">
            <w:pPr>
              <w:rPr>
                <w:szCs w:val="28"/>
              </w:rPr>
            </w:pPr>
          </w:p>
        </w:tc>
      </w:tr>
      <w:tr w:rsidR="003F7BC0" w:rsidTr="00D46C06">
        <w:trPr>
          <w:cantSplit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3F7BC0" w:rsidRDefault="003F7BC0" w:rsidP="003F7BC0">
            <w:pPr>
              <w:ind w:left="3020"/>
              <w:rPr>
                <w:sz w:val="20"/>
                <w:szCs w:val="20"/>
              </w:rPr>
            </w:pPr>
          </w:p>
        </w:tc>
        <w:tc>
          <w:tcPr>
            <w:tcW w:w="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BC0" w:rsidRDefault="003F7BC0" w:rsidP="00BB5C7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</w:t>
            </w:r>
          </w:p>
        </w:tc>
        <w:tc>
          <w:tcPr>
            <w:tcW w:w="44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BC0" w:rsidRDefault="00803416" w:rsidP="008034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«</w:t>
            </w:r>
            <w:r w:rsidR="003F7BC0">
              <w:rPr>
                <w:szCs w:val="28"/>
              </w:rPr>
              <w:t>ПРИЛОЖЕНИЕ № 4</w:t>
            </w:r>
          </w:p>
        </w:tc>
      </w:tr>
      <w:tr w:rsidR="00803416" w:rsidTr="00D46C06">
        <w:trPr>
          <w:cantSplit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803416" w:rsidRDefault="00803416" w:rsidP="003F7BC0">
            <w:pPr>
              <w:ind w:left="3020"/>
              <w:rPr>
                <w:sz w:val="20"/>
                <w:szCs w:val="20"/>
              </w:rPr>
            </w:pPr>
          </w:p>
        </w:tc>
        <w:tc>
          <w:tcPr>
            <w:tcW w:w="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416" w:rsidRDefault="00803416" w:rsidP="00BB5C73">
            <w:pPr>
              <w:jc w:val="center"/>
              <w:rPr>
                <w:szCs w:val="28"/>
              </w:rPr>
            </w:pPr>
          </w:p>
        </w:tc>
        <w:tc>
          <w:tcPr>
            <w:tcW w:w="44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3416" w:rsidRDefault="00803416" w:rsidP="00BB5C73">
            <w:pPr>
              <w:rPr>
                <w:szCs w:val="28"/>
              </w:rPr>
            </w:pPr>
          </w:p>
        </w:tc>
      </w:tr>
      <w:tr w:rsidR="003F7BC0" w:rsidTr="00D46C06">
        <w:trPr>
          <w:cantSplit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3F7BC0" w:rsidRDefault="003F7BC0" w:rsidP="003F7BC0">
            <w:pPr>
              <w:ind w:left="3020"/>
              <w:rPr>
                <w:sz w:val="20"/>
                <w:szCs w:val="20"/>
              </w:rPr>
            </w:pPr>
          </w:p>
        </w:tc>
        <w:tc>
          <w:tcPr>
            <w:tcW w:w="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BC0" w:rsidRDefault="003F7BC0" w:rsidP="00BB5C73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BC0" w:rsidRDefault="003F7BC0" w:rsidP="00BB5C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BC0" w:rsidRDefault="003F7BC0" w:rsidP="00BB5C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7BC0" w:rsidTr="00D46C06">
        <w:trPr>
          <w:cantSplit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3F7BC0" w:rsidRDefault="003F7BC0" w:rsidP="003F7BC0">
            <w:pPr>
              <w:ind w:left="3020"/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3416" w:rsidRDefault="003F7BC0" w:rsidP="00F918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УТВЕР</w:t>
            </w:r>
            <w:r w:rsidR="00803416">
              <w:rPr>
                <w:szCs w:val="28"/>
              </w:rPr>
              <w:t>ЖДЕН</w:t>
            </w:r>
            <w:r w:rsidR="00803416">
              <w:rPr>
                <w:szCs w:val="28"/>
              </w:rPr>
              <w:br/>
            </w:r>
            <w:r w:rsidR="00F91813">
              <w:rPr>
                <w:szCs w:val="28"/>
              </w:rPr>
              <w:t>р</w:t>
            </w:r>
            <w:r>
              <w:rPr>
                <w:szCs w:val="28"/>
              </w:rPr>
              <w:t>ешением Думы</w:t>
            </w:r>
            <w:r>
              <w:rPr>
                <w:szCs w:val="28"/>
              </w:rPr>
              <w:br/>
              <w:t>муниципального образования</w:t>
            </w:r>
            <w:r>
              <w:rPr>
                <w:szCs w:val="28"/>
              </w:rPr>
              <w:br/>
              <w:t>город-курорт Гелен</w:t>
            </w:r>
            <w:r w:rsidR="00803416">
              <w:rPr>
                <w:szCs w:val="28"/>
              </w:rPr>
              <w:t>джик</w:t>
            </w:r>
            <w:r w:rsidR="00803416">
              <w:rPr>
                <w:szCs w:val="28"/>
              </w:rPr>
              <w:br/>
              <w:t>от 20 декабря 2019 года №187</w:t>
            </w:r>
          </w:p>
          <w:p w:rsidR="00803416" w:rsidRDefault="00803416" w:rsidP="00F918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(в редакции решения Думы</w:t>
            </w:r>
          </w:p>
          <w:p w:rsidR="00803416" w:rsidRDefault="00803416" w:rsidP="00F918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</w:p>
          <w:p w:rsidR="003F7BC0" w:rsidRDefault="00803416" w:rsidP="00D46C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город-курорт Геленджик                                                            от </w:t>
            </w:r>
            <w:r w:rsidR="00D46C06">
              <w:rPr>
                <w:szCs w:val="28"/>
              </w:rPr>
              <w:t xml:space="preserve">25 сентября 2020 года </w:t>
            </w:r>
            <w:r>
              <w:rPr>
                <w:szCs w:val="28"/>
              </w:rPr>
              <w:t xml:space="preserve">№ </w:t>
            </w:r>
            <w:r w:rsidR="00D46C06">
              <w:rPr>
                <w:szCs w:val="28"/>
              </w:rPr>
              <w:t>278</w:t>
            </w:r>
            <w:bookmarkStart w:id="0" w:name="_GoBack"/>
            <w:bookmarkEnd w:id="0"/>
            <w:r>
              <w:rPr>
                <w:szCs w:val="28"/>
              </w:rPr>
              <w:t>)</w:t>
            </w:r>
          </w:p>
        </w:tc>
      </w:tr>
      <w:tr w:rsidR="003F7BC0" w:rsidTr="00D46C06">
        <w:trPr>
          <w:cantSplit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3F7BC0" w:rsidRDefault="003F7BC0" w:rsidP="003F7BC0">
            <w:pPr>
              <w:ind w:left="3020"/>
              <w:rPr>
                <w:sz w:val="20"/>
                <w:szCs w:val="20"/>
              </w:rPr>
            </w:pPr>
          </w:p>
        </w:tc>
        <w:tc>
          <w:tcPr>
            <w:tcW w:w="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BC0" w:rsidRDefault="003F7BC0" w:rsidP="00BB5C73">
            <w:pPr>
              <w:jc w:val="right"/>
              <w:rPr>
                <w:szCs w:val="28"/>
              </w:rPr>
            </w:pP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BC0" w:rsidRDefault="003F7BC0" w:rsidP="00BB5C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BC0" w:rsidRDefault="003F7BC0" w:rsidP="00BB5C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7BC0" w:rsidTr="00D46C06">
        <w:trPr>
          <w:cantSplit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BC0" w:rsidRDefault="003F7BC0" w:rsidP="00BB5C73">
            <w:pPr>
              <w:rPr>
                <w:sz w:val="20"/>
                <w:szCs w:val="20"/>
              </w:rPr>
            </w:pPr>
          </w:p>
        </w:tc>
        <w:tc>
          <w:tcPr>
            <w:tcW w:w="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BC0" w:rsidRDefault="003F7BC0" w:rsidP="00BB5C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BC0" w:rsidRDefault="003F7BC0" w:rsidP="00BB5C73">
            <w:pPr>
              <w:rPr>
                <w:szCs w:val="28"/>
              </w:rPr>
            </w:pPr>
          </w:p>
          <w:p w:rsidR="00F91813" w:rsidRDefault="00F91813" w:rsidP="00BB5C73">
            <w:pPr>
              <w:rPr>
                <w:szCs w:val="28"/>
              </w:rPr>
            </w:pPr>
          </w:p>
          <w:p w:rsidR="00F91813" w:rsidRPr="00F91813" w:rsidRDefault="00F91813" w:rsidP="00BB5C73">
            <w:pPr>
              <w:rPr>
                <w:szCs w:val="28"/>
              </w:rPr>
            </w:pPr>
          </w:p>
        </w:tc>
        <w:tc>
          <w:tcPr>
            <w:tcW w:w="2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BC0" w:rsidRDefault="003F7BC0" w:rsidP="00BB5C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7BC0" w:rsidTr="00D46C06">
        <w:trPr>
          <w:cantSplit/>
        </w:trPr>
        <w:tc>
          <w:tcPr>
            <w:tcW w:w="96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1813" w:rsidRDefault="003F7BC0" w:rsidP="00BB5C7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ОБЪЕМ ПОСТУПЛЕНИЙ  </w:t>
            </w:r>
            <w:r>
              <w:rPr>
                <w:szCs w:val="28"/>
              </w:rPr>
              <w:br/>
              <w:t xml:space="preserve">доходов в бюджет муниципального образования </w:t>
            </w:r>
            <w:r>
              <w:rPr>
                <w:szCs w:val="28"/>
              </w:rPr>
              <w:br/>
              <w:t xml:space="preserve">город-курорт Геленджик по кодам видов (подвидов) доходов </w:t>
            </w:r>
          </w:p>
          <w:p w:rsidR="003F7BC0" w:rsidRDefault="003F7BC0" w:rsidP="00F918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 плановый период 2021 и  2022 годов</w:t>
            </w:r>
          </w:p>
          <w:p w:rsidR="00F91813" w:rsidRDefault="00F91813" w:rsidP="00F91813">
            <w:pPr>
              <w:jc w:val="center"/>
              <w:rPr>
                <w:szCs w:val="28"/>
              </w:rPr>
            </w:pPr>
          </w:p>
        </w:tc>
      </w:tr>
      <w:tr w:rsidR="00F91813" w:rsidTr="00D46C06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813" w:rsidRDefault="00F91813" w:rsidP="00BB5C73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813" w:rsidRDefault="00F91813" w:rsidP="00BB5C73">
            <w:pPr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813" w:rsidRDefault="00F91813" w:rsidP="00BB5C73">
            <w:pPr>
              <w:jc w:val="right"/>
              <w:rPr>
                <w:sz w:val="24"/>
                <w:szCs w:val="24"/>
              </w:rPr>
            </w:pPr>
            <w:r>
              <w:t>(тыс. рублей)</w:t>
            </w:r>
          </w:p>
        </w:tc>
      </w:tr>
      <w:tr w:rsidR="003F7BC0" w:rsidTr="00D46C06">
        <w:trPr>
          <w:cantSplit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right w:w="0" w:type="dxa"/>
            </w:tcMar>
            <w:vAlign w:val="center"/>
            <w:hideMark/>
          </w:tcPr>
          <w:p w:rsidR="003F7BC0" w:rsidRPr="00BB5C73" w:rsidRDefault="003F7BC0" w:rsidP="00BB5C73">
            <w:pPr>
              <w:jc w:val="center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Код дохода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BC0" w:rsidRPr="00BB5C73" w:rsidRDefault="003F7BC0" w:rsidP="00BB5C73">
            <w:pPr>
              <w:jc w:val="center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BC0" w:rsidRPr="00BB5C73" w:rsidRDefault="003F7BC0" w:rsidP="00BB5C73">
            <w:pPr>
              <w:jc w:val="center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2021 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BC0" w:rsidRPr="00BB5C73" w:rsidRDefault="003F7BC0" w:rsidP="00BB5C73">
            <w:pPr>
              <w:jc w:val="center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2022 год</w:t>
            </w:r>
          </w:p>
        </w:tc>
      </w:tr>
    </w:tbl>
    <w:p w:rsidR="003F7BC0" w:rsidRPr="003F7BC0" w:rsidRDefault="003F7BC0">
      <w:pPr>
        <w:rPr>
          <w:sz w:val="2"/>
        </w:rPr>
      </w:pPr>
    </w:p>
    <w:tbl>
      <w:tblPr>
        <w:tblW w:w="9694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552"/>
        <w:gridCol w:w="4536"/>
        <w:gridCol w:w="54"/>
        <w:gridCol w:w="513"/>
        <w:gridCol w:w="709"/>
        <w:gridCol w:w="1276"/>
        <w:gridCol w:w="54"/>
      </w:tblGrid>
      <w:tr w:rsidR="003F7BC0" w:rsidTr="00260122">
        <w:trPr>
          <w:gridAfter w:val="1"/>
          <w:wAfter w:w="54" w:type="dxa"/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BC0" w:rsidRDefault="003F7BC0" w:rsidP="00BB5C73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BC0" w:rsidRDefault="003F7BC0" w:rsidP="00BB5C73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BC0" w:rsidRDefault="003F7BC0" w:rsidP="00BB5C73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BC0" w:rsidRDefault="003F7BC0" w:rsidP="00BB5C73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BB5C73">
            <w:pPr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1 00 00000 00 0000 000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2 025 272,1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2 100 364,8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1 01 00000 00 0000 000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585 278,0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608 394,0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1 01 01000 00 0000 110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27 245,0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27 327,0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1 01 01010 00 0000 110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27 245,0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27 327,0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1 01 01012 02 0000 110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Федерации*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27 245,0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27 327,0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1 01 02000 01 0000 110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558 033,0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581 067,0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1 03 00000 00 0000 000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34 261,0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38 098,2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1 03 02000 01 0000 110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34 261,0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38 098,2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1 05 00000 00 0000 000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254 439,0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288 184,0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1 05 01000 00 0000 110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Налог, взимаемый в связи с применением упрощенной системы налогообложения*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217 684,0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250 336,0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1 05 02000 02 0000 110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Единый налог на вмененный доход для отдельных видов деятельности*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0,0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1 05 03000 01 0000 110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309,0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309,0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1 05 04000 02 0000 110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36 446,0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37 539,0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1 05 04010 02 0000 110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округов*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36 446,0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37 539,0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1 06 00000 00 0000 000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Налоги на имущество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404 227,0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409 078,0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1 06 01000 00 0000 110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114 635,0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116 011,0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1 06 01020 04 0000 110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округов*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BB5C73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114 635,0</w:t>
            </w:r>
          </w:p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116 011,0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1 06 06000 00 0000 110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Земельный налог*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289 592,0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293 067,0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1 08 00000 00 0000 000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Государственная пошлина*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23 668,0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23 904,0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1 09 00000 00 0000 000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Задолженность и перерасчеты по отмененным налогам, сборам и иным обязательным платежам*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10,0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1 11 00000 00 0000 000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680 397,4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689 535,4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1 11 05000 00 0000 120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поль</w:t>
            </w:r>
            <w:r w:rsidRPr="00BB5C73">
              <w:rPr>
                <w:sz w:val="24"/>
                <w:szCs w:val="24"/>
              </w:rPr>
              <w:lastRenderedPageBreak/>
              <w:t>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lastRenderedPageBreak/>
              <w:t>498 875,0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508 013,0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1 11 05020 00 0000 120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BB5C73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480 500,0</w:t>
            </w:r>
          </w:p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489 600,0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1 11 05024 04 0000 120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480 500,0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489 600,0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1 11 05030 00 0000 120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17 110,0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17 110,0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1 11 05034 04 0000 120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17 110,0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17 110,0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1 11 05320 00 0000 120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Плата по соглашениям об установлении сервитута в отношении земельных участков после разграничения государственной собственности на землю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1 265,0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1 303,0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1 11 05324 04 0000 120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</w:t>
            </w:r>
            <w:r w:rsidRPr="00BB5C73">
              <w:rPr>
                <w:sz w:val="24"/>
                <w:szCs w:val="24"/>
              </w:rPr>
              <w:lastRenderedPageBreak/>
              <w:t>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lastRenderedPageBreak/>
              <w:t>1 265,0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1 303,0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1 11 07000 00 0000 120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2 000,0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1 11 07010 00 0000 120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2 000,0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1 11 07014 04 0000 120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2 000,0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1 11 09000 00 0000 120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179 522,4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179 522,4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1 11 09040 00 0000 120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179 522,4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179 522,4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1 11 09044 04 0000 120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179 522,4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179 522,4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1 12 00000 00 0000 000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Платежи при пользовании природными ресурсами</w:t>
            </w:r>
          </w:p>
          <w:p w:rsidR="00F91813" w:rsidRPr="00BB5C73" w:rsidRDefault="00F91813" w:rsidP="003F7B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1 067,0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1 083,0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1 12 01000 01 0000 120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Плата за негативное воздействие на окружающую среду*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1 067,0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1 083,0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1 13 00000 00 0000 000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1 480,9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1 519,2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1 13 01000 00 0000 130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956,8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995,1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1 13 01990 00 0000 130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956,8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995,1</w:t>
            </w:r>
          </w:p>
        </w:tc>
      </w:tr>
      <w:tr w:rsidR="00F91813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1813" w:rsidRPr="00BB5C73" w:rsidRDefault="00F91813" w:rsidP="003F7B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1813" w:rsidRPr="00BB5C73" w:rsidRDefault="00F91813" w:rsidP="003F7B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813" w:rsidRPr="00BB5C73" w:rsidRDefault="00F91813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1813" w:rsidRPr="00BB5C73" w:rsidRDefault="00F91813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1 13 01994 04 0000 130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956,8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995,1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1 13 02000 00 0000 130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524,1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524,1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1 13 02060 00 0000 130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25,8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25,8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1 13 02064 04 0000 130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25,8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25,8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1 13 02990 00 0000 130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498,3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498,3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1 13 02994 04 0000 130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Прочие доходы от компенсации затрат бюджетов городских округов*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498,3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498,3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1 14 00000 00 0000 000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33 744,8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33 860,0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1 14 02000 00 0000 000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500,0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  <w:trHeight w:val="4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1 14 02043 04 0000 410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  <w:p w:rsidR="00F91813" w:rsidRPr="00BB5C73" w:rsidRDefault="00F91813" w:rsidP="003F7B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BB5C73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500,0</w:t>
            </w:r>
          </w:p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500,0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1 14 06000 00 0000 430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3 244,8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3 360,0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1 14 06020 00 0000 430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3 244,8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3 360,0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1 14 06024 04 0000 430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3 244,8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3 360,0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1 14 06300 00 0000 430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30 000,0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30 000,0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1 14 06320 00 0000 430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 после разграничения государственной собственности на землю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BB5C73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30 000,0</w:t>
            </w:r>
          </w:p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30 000,0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1 14 06324 04 0000 430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городских округов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30 000,0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30 000,0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1 16 00000 00 0000 000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Штрафы, санкции, возмещение ущерба*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6 699,0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6 699,0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2 00 00000 00 0000 000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D57B86" w:rsidP="00E14766">
            <w:pPr>
              <w:jc w:val="right"/>
              <w:rPr>
                <w:sz w:val="24"/>
                <w:szCs w:val="24"/>
              </w:rPr>
            </w:pPr>
            <w:r w:rsidRPr="00D57B86">
              <w:rPr>
                <w:sz w:val="24"/>
                <w:szCs w:val="24"/>
              </w:rPr>
              <w:t>1 976 653,7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D57B86" w:rsidP="00E14766">
            <w:pPr>
              <w:jc w:val="right"/>
              <w:rPr>
                <w:sz w:val="24"/>
                <w:szCs w:val="24"/>
              </w:rPr>
            </w:pPr>
            <w:r w:rsidRPr="00D57B86">
              <w:rPr>
                <w:sz w:val="24"/>
                <w:szCs w:val="24"/>
              </w:rPr>
              <w:t>1 336 533,1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2 02 00000 00 0000 000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D57B86" w:rsidP="00E14766">
            <w:pPr>
              <w:jc w:val="right"/>
              <w:rPr>
                <w:sz w:val="24"/>
                <w:szCs w:val="24"/>
              </w:rPr>
            </w:pPr>
            <w:r w:rsidRPr="00D57B86">
              <w:rPr>
                <w:sz w:val="24"/>
                <w:szCs w:val="24"/>
              </w:rPr>
              <w:t>1 715 232,7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D57B86" w:rsidP="00E14766">
            <w:pPr>
              <w:jc w:val="right"/>
              <w:rPr>
                <w:sz w:val="24"/>
                <w:szCs w:val="24"/>
              </w:rPr>
            </w:pPr>
            <w:r w:rsidRPr="00D57B86">
              <w:rPr>
                <w:sz w:val="24"/>
                <w:szCs w:val="24"/>
              </w:rPr>
              <w:t>1 304 903,8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2 02 10000 00 0000 150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128 774,8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120 648,4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2 02 20000 00 0000 150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A30C96" w:rsidP="00E147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168 191,5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244 294,1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2 02 30000 00 0000 150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8</w:t>
            </w:r>
            <w:r w:rsidR="00A30C96">
              <w:rPr>
                <w:sz w:val="24"/>
                <w:szCs w:val="24"/>
              </w:rPr>
              <w:t>97 956,5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89</w:t>
            </w:r>
            <w:r w:rsidR="00A30C96">
              <w:rPr>
                <w:sz w:val="24"/>
                <w:szCs w:val="24"/>
              </w:rPr>
              <w:t>9 651</w:t>
            </w:r>
            <w:r w:rsidRPr="00BB5C73">
              <w:rPr>
                <w:sz w:val="24"/>
                <w:szCs w:val="24"/>
              </w:rPr>
              <w:t>,4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2 02 40000 00 0000 150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D57B86" w:rsidP="00E14766">
            <w:pPr>
              <w:jc w:val="right"/>
              <w:rPr>
                <w:sz w:val="24"/>
                <w:szCs w:val="24"/>
              </w:rPr>
            </w:pPr>
            <w:r w:rsidRPr="00D57B86">
              <w:rPr>
                <w:sz w:val="24"/>
                <w:szCs w:val="24"/>
              </w:rPr>
              <w:t>520 309,9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D57B86" w:rsidP="00E14766">
            <w:pPr>
              <w:jc w:val="right"/>
              <w:rPr>
                <w:sz w:val="24"/>
                <w:szCs w:val="24"/>
              </w:rPr>
            </w:pPr>
            <w:r w:rsidRPr="00D57B86">
              <w:rPr>
                <w:sz w:val="24"/>
                <w:szCs w:val="24"/>
              </w:rPr>
              <w:t>40 309,9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2 07 00000 00 0000 000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261 421,0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31 629,3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2 07 04050 04 0000 150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261 421,0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>31 629,3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Pr="00BB5C73" w:rsidRDefault="003F7BC0" w:rsidP="003F7BC0">
            <w:pPr>
              <w:jc w:val="both"/>
              <w:rPr>
                <w:sz w:val="24"/>
                <w:szCs w:val="24"/>
              </w:rPr>
            </w:pPr>
            <w:r w:rsidRPr="00BB5C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7BC0" w:rsidRPr="00BB5C73" w:rsidRDefault="003F7BC0" w:rsidP="00E14766">
            <w:pPr>
              <w:jc w:val="right"/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BC0" w:rsidRPr="00BB5C73" w:rsidRDefault="003F7BC0" w:rsidP="003F7BC0">
            <w:pPr>
              <w:jc w:val="both"/>
              <w:rPr>
                <w:b/>
                <w:bCs/>
                <w:sz w:val="24"/>
                <w:szCs w:val="24"/>
              </w:rPr>
            </w:pPr>
            <w:r w:rsidRPr="00BB5C73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BC0" w:rsidRPr="00BB5C73" w:rsidRDefault="003F7BC0" w:rsidP="003F7BC0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BC0" w:rsidRPr="00BB5C73" w:rsidRDefault="00D57B86" w:rsidP="00E14766">
            <w:pPr>
              <w:jc w:val="right"/>
              <w:rPr>
                <w:b/>
                <w:bCs/>
                <w:sz w:val="24"/>
                <w:szCs w:val="24"/>
              </w:rPr>
            </w:pPr>
            <w:r w:rsidRPr="00D57B86">
              <w:rPr>
                <w:b/>
                <w:bCs/>
                <w:sz w:val="24"/>
                <w:szCs w:val="24"/>
              </w:rPr>
              <w:t>4 001 925,8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BC0" w:rsidRPr="00BB5C73" w:rsidRDefault="00D57B86" w:rsidP="00E14766">
            <w:pPr>
              <w:jc w:val="right"/>
              <w:rPr>
                <w:b/>
                <w:bCs/>
                <w:sz w:val="24"/>
                <w:szCs w:val="24"/>
              </w:rPr>
            </w:pPr>
            <w:r w:rsidRPr="00D57B86">
              <w:rPr>
                <w:b/>
                <w:bCs/>
                <w:sz w:val="24"/>
                <w:szCs w:val="24"/>
              </w:rPr>
              <w:t>3 436 897,9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BC0" w:rsidRDefault="003F7BC0" w:rsidP="00BB5C73">
            <w:pPr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BC0" w:rsidRDefault="003F7BC0" w:rsidP="00BB5C73">
            <w:pPr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BC0" w:rsidRDefault="003F7BC0" w:rsidP="00BB5C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BC0" w:rsidRDefault="003F7BC0" w:rsidP="00BB5C73">
            <w:pPr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7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BC0" w:rsidRDefault="003F7BC0" w:rsidP="00BB5C73">
            <w:pPr>
              <w:rPr>
                <w:sz w:val="24"/>
                <w:szCs w:val="24"/>
              </w:rPr>
            </w:pPr>
            <w:r>
              <w:t>_______________________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BC0" w:rsidRDefault="003F7BC0" w:rsidP="00BB5C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BC0" w:rsidRDefault="003F7BC0" w:rsidP="00BB5C73">
            <w:pPr>
              <w:rPr>
                <w:sz w:val="24"/>
                <w:szCs w:val="24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96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7BC0" w:rsidRDefault="003F7BC0" w:rsidP="00F9181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*По видам и подвидам доходов, входящим в  соответствующий групп</w:t>
            </w:r>
            <w:r w:rsidR="00F91813">
              <w:rPr>
                <w:szCs w:val="28"/>
              </w:rPr>
              <w:t>и</w:t>
            </w:r>
            <w:r>
              <w:rPr>
                <w:szCs w:val="28"/>
              </w:rPr>
              <w:t>ровочный код бюджетной классификации, зачисляемым в местные бюджеты в соответствии с законод</w:t>
            </w:r>
            <w:r w:rsidR="00803416">
              <w:rPr>
                <w:szCs w:val="28"/>
              </w:rPr>
              <w:t>а</w:t>
            </w:r>
            <w:r w:rsidR="00FF0E27">
              <w:rPr>
                <w:szCs w:val="28"/>
              </w:rPr>
              <w:t>тельством Российской Федерации»</w:t>
            </w:r>
            <w:r>
              <w:rPr>
                <w:szCs w:val="28"/>
              </w:rPr>
              <w:t xml:space="preserve"> 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BC0" w:rsidRDefault="003F7BC0" w:rsidP="00BB5C7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BC0" w:rsidRDefault="003F7BC0" w:rsidP="00BB5C73">
            <w:pPr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BC0" w:rsidRDefault="003F7BC0" w:rsidP="00BB5C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BC0" w:rsidRDefault="003F7BC0" w:rsidP="00BB5C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7BC0" w:rsidTr="00260122">
        <w:trPr>
          <w:gridAfter w:val="1"/>
          <w:wAfter w:w="54" w:type="dxa"/>
        </w:trPr>
        <w:tc>
          <w:tcPr>
            <w:tcW w:w="7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BC0" w:rsidRDefault="003F7BC0" w:rsidP="00BB5C73">
            <w:pPr>
              <w:rPr>
                <w:szCs w:val="28"/>
              </w:rPr>
            </w:pPr>
            <w:r>
              <w:rPr>
                <w:szCs w:val="28"/>
              </w:rPr>
              <w:t>Глава муниципального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BC0" w:rsidRDefault="003F7BC0" w:rsidP="00BB5C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BC0" w:rsidRDefault="003F7BC0" w:rsidP="00BB5C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3416" w:rsidTr="00260122">
        <w:tc>
          <w:tcPr>
            <w:tcW w:w="7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16" w:rsidRDefault="00803416" w:rsidP="00BB5C73">
            <w:pPr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</w:tc>
        <w:tc>
          <w:tcPr>
            <w:tcW w:w="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16" w:rsidRDefault="00803416" w:rsidP="00BB5C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16" w:rsidRDefault="00803416" w:rsidP="00BB5C7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А.А. Богодистов</w:t>
            </w:r>
          </w:p>
        </w:tc>
      </w:tr>
      <w:tr w:rsidR="003F7BC0" w:rsidTr="00260122">
        <w:trPr>
          <w:gridAfter w:val="1"/>
          <w:wAfter w:w="54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BC0" w:rsidRDefault="003F7BC0" w:rsidP="00BB5C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BC0" w:rsidRDefault="003F7BC0" w:rsidP="00BB5C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BC0" w:rsidRDefault="003F7BC0" w:rsidP="00BB5C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BC0" w:rsidRDefault="003F7BC0" w:rsidP="00BB5C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F7BC0" w:rsidRPr="00C714C4" w:rsidRDefault="003F7BC0" w:rsidP="003F7BC0"/>
    <w:p w:rsidR="002500BB" w:rsidRPr="003F7BC0" w:rsidRDefault="002500BB" w:rsidP="003F7BC0"/>
    <w:sectPr w:rsidR="002500BB" w:rsidRPr="003F7BC0" w:rsidSect="003F7BC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8F5" w:rsidRDefault="001A58F5" w:rsidP="00E12559">
      <w:r>
        <w:separator/>
      </w:r>
    </w:p>
  </w:endnote>
  <w:endnote w:type="continuationSeparator" w:id="0">
    <w:p w:rsidR="001A58F5" w:rsidRDefault="001A58F5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8F5" w:rsidRDefault="001A58F5" w:rsidP="00E12559">
      <w:r>
        <w:separator/>
      </w:r>
    </w:p>
  </w:footnote>
  <w:footnote w:type="continuationSeparator" w:id="0">
    <w:p w:rsidR="001A58F5" w:rsidRDefault="001A58F5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441082"/>
      <w:docPartObj>
        <w:docPartGallery w:val="Page Numbers (Top of Page)"/>
        <w:docPartUnique/>
      </w:docPartObj>
    </w:sdtPr>
    <w:sdtEndPr/>
    <w:sdtContent>
      <w:p w:rsidR="00260122" w:rsidRDefault="0026012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6C0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260122" w:rsidRDefault="0026012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BC0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3C25"/>
    <w:rsid w:val="0019509C"/>
    <w:rsid w:val="00197109"/>
    <w:rsid w:val="001A3021"/>
    <w:rsid w:val="001A3026"/>
    <w:rsid w:val="001A31FD"/>
    <w:rsid w:val="001A3BEB"/>
    <w:rsid w:val="001A58F5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0122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3F7BC0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416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C96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B5C73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6C06"/>
    <w:rsid w:val="00D47C97"/>
    <w:rsid w:val="00D55C96"/>
    <w:rsid w:val="00D55E5F"/>
    <w:rsid w:val="00D57B86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766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0CD4"/>
    <w:rsid w:val="00F311DC"/>
    <w:rsid w:val="00F33A29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813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6C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0E27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B2716F7-6B86-426E-97D7-1670E419E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80341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34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KS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9A464-1EF8-4D83-BF72-1387DD454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PlanningNormal.dotm</Template>
  <TotalTime>3</TotalTime>
  <Pages>7</Pages>
  <Words>1742</Words>
  <Characters>9936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11655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</dc:creator>
  <cp:lastModifiedBy>Admin-PC</cp:lastModifiedBy>
  <cp:revision>4</cp:revision>
  <cp:lastPrinted>2020-06-26T06:30:00Z</cp:lastPrinted>
  <dcterms:created xsi:type="dcterms:W3CDTF">2020-09-23T13:40:00Z</dcterms:created>
  <dcterms:modified xsi:type="dcterms:W3CDTF">2020-09-28T07:25:00Z</dcterms:modified>
</cp:coreProperties>
</file>